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DAA38C4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 xml:space="preserve">OŚWIADCZENIE W SPRAWIE DYSPONOWANIA OSOBAMI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484B257D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POST/DYS/OLD/GZ/0</w:t>
      </w:r>
      <w:r w:rsidR="002C77CB">
        <w:rPr>
          <w:rFonts w:cstheme="minorHAnsi"/>
          <w:lang w:eastAsia="pl-PL"/>
        </w:rPr>
        <w:t>4</w:t>
      </w:r>
      <w:r w:rsidR="00772685">
        <w:rPr>
          <w:rFonts w:cstheme="minorHAnsi"/>
          <w:lang w:eastAsia="pl-PL"/>
        </w:rPr>
        <w:t>479</w:t>
      </w:r>
      <w:r w:rsidR="00B62B74" w:rsidRPr="00B62B74">
        <w:rPr>
          <w:rFonts w:cstheme="minorHAnsi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772685" w:rsidRPr="00772685">
        <w:rPr>
          <w:rFonts w:cstheme="minorHAnsi"/>
          <w:lang w:eastAsia="pl-PL"/>
        </w:rPr>
        <w:t>Wykonanie dokumentacji projektowej w branży elektroenergetycznej na terenie działania OŁD w RE Piotrków Trybunalski w podziale na 4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2D7241F4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2C77CB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772685">
            <w:rPr>
              <w:rFonts w:asciiTheme="majorHAnsi" w:hAnsiTheme="majorHAnsi"/>
              <w:color w:val="000000" w:themeColor="text1"/>
              <w:sz w:val="14"/>
              <w:szCs w:val="18"/>
            </w:rPr>
            <w:t>479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61A6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77CB"/>
    <w:rsid w:val="002D4CAD"/>
    <w:rsid w:val="002F10CA"/>
    <w:rsid w:val="002F4B1B"/>
    <w:rsid w:val="00303C67"/>
    <w:rsid w:val="00310CB3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0C78"/>
    <w:rsid w:val="00772685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33C4"/>
    <w:rsid w:val="008354AA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POST/DYS/OLD/GZ/04479/2025                        </dmsv2SWPP2ObjectNumber>
    <dmsv2SWPP2SumMD5 xmlns="http://schemas.microsoft.com/sharepoint/v3">e0a29fb4d3c5a9d6ce4dc013270aa9a3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23982054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JEUP5JKVCYQC-1133723987-7015</_dlc_DocId>
    <_dlc_DocIdUrl xmlns="a19cb1c7-c5c7-46d4-85ae-d83685407bba">
      <Url>https://swpp2.dms.gkpge.pl/sites/41/_layouts/15/DocIdRedir.aspx?ID=JEUP5JKVCYQC-1133723987-7015</Url>
      <Description>JEUP5JKVCYQC-1133723987-7015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7A6DD7-390A-40D4-84CF-4461DB95FFEE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ACFCED-04A9-49E1-9326-8EB65D2ED71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22</cp:revision>
  <cp:lastPrinted>2024-07-15T11:21:00Z</cp:lastPrinted>
  <dcterms:created xsi:type="dcterms:W3CDTF">2025-01-15T13:15:00Z</dcterms:created>
  <dcterms:modified xsi:type="dcterms:W3CDTF">2025-12-12T06:44:00Z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cd302f1d-3c0e-4668-b1b9-4d13d87eb18a</vt:lpwstr>
  </property>
</Properties>
</file>